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77777777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1CEF618B" w14:textId="77777777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2021-2022</w:t>
      </w:r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E/II/GFiR/C-1.3a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222FE899" w:rsidR="0085747A" w:rsidRPr="009B0C14" w:rsidRDefault="005C5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1CF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7777777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77777777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7777777"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6D2441DF" w:rsidR="00015B8F" w:rsidRPr="009B0C14" w:rsidRDefault="005C5091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77777777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42C8AFD5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Małecki P., Mazurkiewicz M., Cit,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2142E" w14:textId="77777777" w:rsidR="00984C51" w:rsidRDefault="00984C51" w:rsidP="00C16ABF">
      <w:pPr>
        <w:spacing w:after="0" w:line="240" w:lineRule="auto"/>
      </w:pPr>
      <w:r>
        <w:separator/>
      </w:r>
    </w:p>
  </w:endnote>
  <w:endnote w:type="continuationSeparator" w:id="0">
    <w:p w14:paraId="3222DB82" w14:textId="77777777" w:rsidR="00984C51" w:rsidRDefault="00984C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42EF6" w14:textId="77777777" w:rsidR="00984C51" w:rsidRDefault="00984C51" w:rsidP="00C16ABF">
      <w:pPr>
        <w:spacing w:after="0" w:line="240" w:lineRule="auto"/>
      </w:pPr>
      <w:r>
        <w:separator/>
      </w:r>
    </w:p>
  </w:footnote>
  <w:footnote w:type="continuationSeparator" w:id="0">
    <w:p w14:paraId="2E021144" w14:textId="77777777" w:rsidR="00984C51" w:rsidRDefault="00984C51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4A07"/>
    <w:rsid w:val="009757FD"/>
    <w:rsid w:val="00984C51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8E8A2-8FB5-4D7B-B970-A364D8F05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B39C8E-A4A7-4CD0-89ED-34998F2C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2017-02-15T12:41:00Z</cp:lastPrinted>
  <dcterms:created xsi:type="dcterms:W3CDTF">2020-12-01T13:31:00Z</dcterms:created>
  <dcterms:modified xsi:type="dcterms:W3CDTF">2020-12-13T23:53:00Z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